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5539C" w14:textId="7A653E09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D55A6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D55A6">
        <w:rPr>
          <w:rFonts w:ascii="Corbel" w:hAnsi="Corbel"/>
          <w:bCs/>
          <w:i/>
        </w:rPr>
        <w:t>23</w:t>
      </w:r>
    </w:p>
    <w:p w14:paraId="1B157BD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23BA2DF" w14:textId="45D3703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E5F40">
        <w:rPr>
          <w:rFonts w:ascii="Corbel" w:hAnsi="Corbel"/>
          <w:b/>
          <w:smallCaps/>
          <w:sz w:val="24"/>
          <w:szCs w:val="24"/>
        </w:rPr>
        <w:t>202</w:t>
      </w:r>
      <w:r w:rsidR="00A42BAC">
        <w:rPr>
          <w:rFonts w:ascii="Corbel" w:hAnsi="Corbel"/>
          <w:b/>
          <w:smallCaps/>
          <w:sz w:val="24"/>
          <w:szCs w:val="24"/>
        </w:rPr>
        <w:t>3</w:t>
      </w:r>
      <w:r w:rsidR="00954838">
        <w:rPr>
          <w:rFonts w:ascii="Corbel" w:hAnsi="Corbel"/>
          <w:b/>
          <w:smallCaps/>
          <w:sz w:val="24"/>
          <w:szCs w:val="24"/>
        </w:rPr>
        <w:t>-</w:t>
      </w:r>
      <w:r w:rsidR="003E5F40">
        <w:rPr>
          <w:rFonts w:ascii="Corbel" w:hAnsi="Corbel"/>
          <w:b/>
          <w:smallCaps/>
          <w:sz w:val="24"/>
          <w:szCs w:val="24"/>
        </w:rPr>
        <w:t>202</w:t>
      </w:r>
      <w:r w:rsidR="00A42BAC">
        <w:rPr>
          <w:rFonts w:ascii="Corbel" w:hAnsi="Corbel"/>
          <w:b/>
          <w:smallCaps/>
          <w:sz w:val="24"/>
          <w:szCs w:val="24"/>
        </w:rPr>
        <w:t>6</w:t>
      </w:r>
    </w:p>
    <w:p w14:paraId="64E4035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A617255" w14:textId="1CE6A44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E5F40">
        <w:rPr>
          <w:rFonts w:ascii="Corbel" w:hAnsi="Corbel"/>
          <w:sz w:val="20"/>
          <w:szCs w:val="20"/>
        </w:rPr>
        <w:t>202</w:t>
      </w:r>
      <w:r w:rsidR="00A42BAC">
        <w:rPr>
          <w:rFonts w:ascii="Corbel" w:hAnsi="Corbel"/>
          <w:sz w:val="20"/>
          <w:szCs w:val="20"/>
        </w:rPr>
        <w:t>4</w:t>
      </w:r>
      <w:r w:rsidR="003E5F40">
        <w:rPr>
          <w:rFonts w:ascii="Corbel" w:hAnsi="Corbel"/>
          <w:sz w:val="20"/>
          <w:szCs w:val="20"/>
        </w:rPr>
        <w:t>/202</w:t>
      </w:r>
      <w:r w:rsidR="00A42BAC">
        <w:rPr>
          <w:rFonts w:ascii="Corbel" w:hAnsi="Corbel"/>
          <w:sz w:val="20"/>
          <w:szCs w:val="20"/>
        </w:rPr>
        <w:t>5</w:t>
      </w:r>
    </w:p>
    <w:p w14:paraId="276BEA2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032B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ADB2ED" w14:textId="77777777" w:rsidTr="00B819C8">
        <w:tc>
          <w:tcPr>
            <w:tcW w:w="2694" w:type="dxa"/>
            <w:vAlign w:val="center"/>
          </w:tcPr>
          <w:p w14:paraId="7EA674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C6B229" w14:textId="471202DC" w:rsidR="0085747A" w:rsidRPr="001A20A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Et</w:t>
            </w:r>
            <w:r w:rsidR="003F4EB7">
              <w:rPr>
                <w:rFonts w:ascii="Corbel" w:hAnsi="Corbel"/>
                <w:sz w:val="24"/>
                <w:szCs w:val="24"/>
              </w:rPr>
              <w:t>yczne podstawy pracy opiekuńczo-wychowawczej</w:t>
            </w:r>
          </w:p>
        </w:tc>
      </w:tr>
      <w:tr w:rsidR="0085747A" w:rsidRPr="009C54AE" w14:paraId="7FE302D8" w14:textId="77777777" w:rsidTr="00B819C8">
        <w:tc>
          <w:tcPr>
            <w:tcW w:w="2694" w:type="dxa"/>
            <w:vAlign w:val="center"/>
          </w:tcPr>
          <w:p w14:paraId="41B5F4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6D159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6596377B" w14:textId="77777777" w:rsidTr="00B819C8">
        <w:tc>
          <w:tcPr>
            <w:tcW w:w="2694" w:type="dxa"/>
            <w:vAlign w:val="center"/>
          </w:tcPr>
          <w:p w14:paraId="42F11E5E" w14:textId="77777777"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26C667" w14:textId="7D1DB7F2" w:rsidR="003145B2" w:rsidRPr="009C54AE" w:rsidRDefault="008210E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14:paraId="5A92D07F" w14:textId="77777777" w:rsidTr="00B819C8">
        <w:tc>
          <w:tcPr>
            <w:tcW w:w="2694" w:type="dxa"/>
            <w:vAlign w:val="center"/>
          </w:tcPr>
          <w:p w14:paraId="4EDB5043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A2E75E" w14:textId="77BF59B0" w:rsidR="003145B2" w:rsidRPr="009C54AE" w:rsidRDefault="008210E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2EC4E27" w14:textId="77777777" w:rsidTr="00B819C8">
        <w:tc>
          <w:tcPr>
            <w:tcW w:w="2694" w:type="dxa"/>
            <w:vAlign w:val="center"/>
          </w:tcPr>
          <w:p w14:paraId="4D557FB0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05DD3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14:paraId="682FE554" w14:textId="77777777" w:rsidTr="00B819C8">
        <w:tc>
          <w:tcPr>
            <w:tcW w:w="2694" w:type="dxa"/>
            <w:vAlign w:val="center"/>
          </w:tcPr>
          <w:p w14:paraId="1E7F1A9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2BE654" w14:textId="77777777"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1A20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3145B2" w:rsidRPr="009C54AE" w14:paraId="7944A7A6" w14:textId="77777777" w:rsidTr="00B819C8">
        <w:tc>
          <w:tcPr>
            <w:tcW w:w="2694" w:type="dxa"/>
            <w:vAlign w:val="center"/>
          </w:tcPr>
          <w:p w14:paraId="107DA5EE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5349D8" w14:textId="7826B213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145B2" w:rsidRPr="009C54AE" w14:paraId="6B63FB69" w14:textId="77777777" w:rsidTr="00B819C8">
        <w:tc>
          <w:tcPr>
            <w:tcW w:w="2694" w:type="dxa"/>
            <w:vAlign w:val="center"/>
          </w:tcPr>
          <w:p w14:paraId="59E096B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03F894" w14:textId="77777777" w:rsidR="003145B2" w:rsidRPr="00993173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14:paraId="3F9B7FA3" w14:textId="77777777" w:rsidTr="00B819C8">
        <w:tc>
          <w:tcPr>
            <w:tcW w:w="2694" w:type="dxa"/>
            <w:vAlign w:val="center"/>
          </w:tcPr>
          <w:p w14:paraId="75B0ED71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920376" w14:textId="77777777"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="003E5F40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3145B2" w:rsidRPr="009C54AE" w14:paraId="4395AB5A" w14:textId="77777777" w:rsidTr="00B819C8">
        <w:tc>
          <w:tcPr>
            <w:tcW w:w="2694" w:type="dxa"/>
            <w:vAlign w:val="center"/>
          </w:tcPr>
          <w:p w14:paraId="4B7C6BC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3F89C8" w14:textId="77777777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3145B2" w:rsidRPr="009C54AE" w14:paraId="42206ED0" w14:textId="77777777" w:rsidTr="00B819C8">
        <w:tc>
          <w:tcPr>
            <w:tcW w:w="2694" w:type="dxa"/>
            <w:vAlign w:val="center"/>
          </w:tcPr>
          <w:p w14:paraId="5FDB7289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C5DF9E" w14:textId="77777777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14:paraId="23B3B8CB" w14:textId="77777777" w:rsidTr="00B819C8">
        <w:tc>
          <w:tcPr>
            <w:tcW w:w="2694" w:type="dxa"/>
            <w:vAlign w:val="center"/>
          </w:tcPr>
          <w:p w14:paraId="7148072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47C73F" w14:textId="77777777"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14:paraId="6BBF8104" w14:textId="77777777" w:rsidTr="00B819C8">
        <w:tc>
          <w:tcPr>
            <w:tcW w:w="2694" w:type="dxa"/>
            <w:vAlign w:val="center"/>
          </w:tcPr>
          <w:p w14:paraId="40C515CB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E1E29D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CC56A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C9151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FB52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9CBB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0D3956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A4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6194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C5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A6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D3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D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C1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6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94B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11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06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537DC2E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807B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CB25" w14:textId="7BEB97D3" w:rsidR="00F66565" w:rsidRPr="009C54AE" w:rsidRDefault="006A46AA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29D2" w14:textId="6B7711B6" w:rsidR="00F66565" w:rsidRPr="009C54AE" w:rsidRDefault="006A46AA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664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CD51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6003" w14:textId="77777777"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26C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C2BC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9EB4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5B9E" w14:textId="77777777" w:rsidR="00F66565" w:rsidRPr="009C54AE" w:rsidRDefault="00FF71F6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AAA6D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CEF27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38F5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30399F" w14:textId="77777777"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1F731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8EE3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ADA9B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DA517D">
        <w:rPr>
          <w:rFonts w:ascii="Corbel" w:hAnsi="Corbel"/>
          <w:smallCaps w:val="0"/>
          <w:szCs w:val="24"/>
          <w:u w:val="single"/>
        </w:rPr>
        <w:t>zaliczenie z oceną</w:t>
      </w:r>
      <w:r w:rsidRPr="00DA517D">
        <w:rPr>
          <w:rFonts w:ascii="Corbel" w:hAnsi="Corbel"/>
          <w:smallCaps w:val="0"/>
          <w:szCs w:val="24"/>
        </w:rPr>
        <w:t>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855653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8D99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60D4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E69651E" w14:textId="77777777" w:rsidTr="00745302">
        <w:tc>
          <w:tcPr>
            <w:tcW w:w="9670" w:type="dxa"/>
          </w:tcPr>
          <w:p w14:paraId="28D7EB44" w14:textId="77777777"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2C5932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FEA28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AE473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EF2D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AF632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86978" w:rsidRPr="009C54AE" w14:paraId="50A3E5AA" w14:textId="77777777" w:rsidTr="007F11A4">
        <w:tc>
          <w:tcPr>
            <w:tcW w:w="851" w:type="dxa"/>
            <w:vAlign w:val="center"/>
          </w:tcPr>
          <w:p w14:paraId="487BA8DB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09C3A8" w14:textId="77777777"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14:paraId="18845E0C" w14:textId="77777777" w:rsidTr="007F11A4">
        <w:tc>
          <w:tcPr>
            <w:tcW w:w="851" w:type="dxa"/>
            <w:vAlign w:val="center"/>
          </w:tcPr>
          <w:p w14:paraId="3AAE783C" w14:textId="77777777"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2476898" w14:textId="77777777"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14:paraId="2918A922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21D4E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61F3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B771B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BDA4A52" w14:textId="77777777" w:rsidTr="0071620A">
        <w:tc>
          <w:tcPr>
            <w:tcW w:w="1701" w:type="dxa"/>
            <w:vAlign w:val="center"/>
          </w:tcPr>
          <w:p w14:paraId="7191D0A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FE24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B821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14:paraId="482DFB4D" w14:textId="77777777" w:rsidTr="005E6E85">
        <w:tc>
          <w:tcPr>
            <w:tcW w:w="1701" w:type="dxa"/>
          </w:tcPr>
          <w:p w14:paraId="306209E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E2A867" w14:textId="56522C8E" w:rsidR="008210E9" w:rsidRDefault="008210E9" w:rsidP="009548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3C229BCA" w14:textId="7F8A8A25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6BF690E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14:paraId="61B4D361" w14:textId="77777777" w:rsidTr="005E6E85">
        <w:tc>
          <w:tcPr>
            <w:tcW w:w="1701" w:type="dxa"/>
          </w:tcPr>
          <w:p w14:paraId="270EA22C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704CB8" w14:textId="77777777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A3C2DC6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14:paraId="6E427050" w14:textId="77777777" w:rsidTr="005E6E85">
        <w:tc>
          <w:tcPr>
            <w:tcW w:w="1701" w:type="dxa"/>
          </w:tcPr>
          <w:p w14:paraId="711E10E5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97B072C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FCEDEB3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14:paraId="09C251D9" w14:textId="77777777" w:rsidTr="005E6E85">
        <w:tc>
          <w:tcPr>
            <w:tcW w:w="1701" w:type="dxa"/>
          </w:tcPr>
          <w:p w14:paraId="05DB8D80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2D01249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5A497F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7ECABA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7353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6A3560" w14:textId="6B2DF186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="006A46AA">
        <w:rPr>
          <w:rFonts w:ascii="Corbel" w:hAnsi="Corbel"/>
          <w:sz w:val="24"/>
          <w:szCs w:val="24"/>
        </w:rPr>
        <w:t>ćwiczeń</w:t>
      </w:r>
    </w:p>
    <w:p w14:paraId="4E8E98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9CCDB4E" w14:textId="77777777" w:rsidTr="00923D7D">
        <w:tc>
          <w:tcPr>
            <w:tcW w:w="9639" w:type="dxa"/>
          </w:tcPr>
          <w:p w14:paraId="4F8198B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14:paraId="1D2B9792" w14:textId="77777777" w:rsidTr="00923D7D">
        <w:tc>
          <w:tcPr>
            <w:tcW w:w="9639" w:type="dxa"/>
          </w:tcPr>
          <w:p w14:paraId="030620F9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14:paraId="5C0E8D91" w14:textId="77777777" w:rsidTr="00923D7D">
        <w:tc>
          <w:tcPr>
            <w:tcW w:w="9639" w:type="dxa"/>
          </w:tcPr>
          <w:p w14:paraId="2C628ED7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14:paraId="56107A5E" w14:textId="77777777" w:rsidTr="00923D7D">
        <w:tc>
          <w:tcPr>
            <w:tcW w:w="9639" w:type="dxa"/>
          </w:tcPr>
          <w:p w14:paraId="3559EE1C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14:paraId="37F5A762" w14:textId="77777777" w:rsidTr="00923D7D">
        <w:tc>
          <w:tcPr>
            <w:tcW w:w="9639" w:type="dxa"/>
          </w:tcPr>
          <w:p w14:paraId="51334BF4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14:paraId="6DE7D882" w14:textId="77777777" w:rsidTr="00923D7D">
        <w:tc>
          <w:tcPr>
            <w:tcW w:w="9639" w:type="dxa"/>
          </w:tcPr>
          <w:p w14:paraId="662328F9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14:paraId="625C9AC8" w14:textId="77777777" w:rsidTr="00923D7D">
        <w:tc>
          <w:tcPr>
            <w:tcW w:w="9639" w:type="dxa"/>
          </w:tcPr>
          <w:p w14:paraId="7269DD5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14:paraId="572960CD" w14:textId="77777777" w:rsidTr="00923D7D">
        <w:tc>
          <w:tcPr>
            <w:tcW w:w="9639" w:type="dxa"/>
          </w:tcPr>
          <w:p w14:paraId="15AADE9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14:paraId="697389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050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D297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161606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3579E67" w14:textId="77777777"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73648E10" w14:textId="77777777"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lastRenderedPageBreak/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14:paraId="73AAE1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AA43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A4E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3F8A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27F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A2D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2E558C1" w14:textId="77777777" w:rsidTr="007B6AF1">
        <w:tc>
          <w:tcPr>
            <w:tcW w:w="1962" w:type="dxa"/>
            <w:vAlign w:val="center"/>
          </w:tcPr>
          <w:p w14:paraId="047B19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188DEE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ADCF1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921201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D7E1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9C54AE" w14:paraId="5DF3E0BD" w14:textId="77777777" w:rsidTr="007B6AF1">
        <w:tc>
          <w:tcPr>
            <w:tcW w:w="1962" w:type="dxa"/>
          </w:tcPr>
          <w:p w14:paraId="238AB7CF" w14:textId="77777777"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BA55EB" w14:textId="77777777"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567EEA6B" w14:textId="57505AA5" w:rsidR="00077389" w:rsidRPr="007B6AF1" w:rsidRDefault="006A46AA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B6AF1" w:rsidRPr="009C54AE" w14:paraId="17EAAABB" w14:textId="77777777" w:rsidTr="007B6AF1">
        <w:tc>
          <w:tcPr>
            <w:tcW w:w="1962" w:type="dxa"/>
          </w:tcPr>
          <w:p w14:paraId="700192A4" w14:textId="77777777" w:rsidR="007B6AF1" w:rsidRPr="009C54AE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639192" w14:textId="77777777" w:rsidR="007B6AF1" w:rsidRPr="00A707E4" w:rsidRDefault="007B6AF1" w:rsidP="007B6AF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11D44869" w14:textId="2F325A31" w:rsidR="007B6AF1" w:rsidRPr="007B6AF1" w:rsidRDefault="006A46AA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A46AA" w:rsidRPr="009C54AE" w14:paraId="4F71979A" w14:textId="77777777" w:rsidTr="007B6AF1">
        <w:tc>
          <w:tcPr>
            <w:tcW w:w="1962" w:type="dxa"/>
          </w:tcPr>
          <w:p w14:paraId="20A47F75" w14:textId="77777777" w:rsidR="006A46AA" w:rsidRPr="009C54AE" w:rsidRDefault="006A46AA" w:rsidP="006A4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1BA75D5" w14:textId="77777777" w:rsidR="006A46AA" w:rsidRPr="00A707E4" w:rsidRDefault="006A46AA" w:rsidP="006A4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9474D69" w14:textId="5F5140EE" w:rsidR="006A46AA" w:rsidRPr="007B6AF1" w:rsidRDefault="006A46AA" w:rsidP="006A46A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6A46AA" w:rsidRPr="009C54AE" w14:paraId="24522DDE" w14:textId="77777777" w:rsidTr="007B6AF1">
        <w:tc>
          <w:tcPr>
            <w:tcW w:w="1962" w:type="dxa"/>
          </w:tcPr>
          <w:p w14:paraId="53D1BC58" w14:textId="77777777" w:rsidR="006A46AA" w:rsidRPr="009C54AE" w:rsidRDefault="006A46AA" w:rsidP="006A4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0336E29" w14:textId="77777777" w:rsidR="006A46AA" w:rsidRPr="00A707E4" w:rsidRDefault="006A46AA" w:rsidP="006A46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015EDD7" w14:textId="150E46B6" w:rsidR="006A46AA" w:rsidRPr="007B6AF1" w:rsidRDefault="006A46AA" w:rsidP="006A46AA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FB67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5109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6B5A3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F07A08B" w14:textId="77777777" w:rsidTr="00923D7D">
        <w:tc>
          <w:tcPr>
            <w:tcW w:w="9670" w:type="dxa"/>
          </w:tcPr>
          <w:p w14:paraId="60718BA8" w14:textId="77777777"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14:paraId="62A6DF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E8D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DB58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74C30C0" w14:textId="77777777" w:rsidTr="003974E4">
        <w:tc>
          <w:tcPr>
            <w:tcW w:w="4902" w:type="dxa"/>
            <w:vAlign w:val="center"/>
          </w:tcPr>
          <w:p w14:paraId="03EDA5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F0253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14:paraId="6EE3CDA7" w14:textId="77777777" w:rsidTr="003974E4">
        <w:tc>
          <w:tcPr>
            <w:tcW w:w="4902" w:type="dxa"/>
          </w:tcPr>
          <w:p w14:paraId="30F6F823" w14:textId="1909E64B" w:rsidR="00BC5887" w:rsidRPr="001A20A2" w:rsidRDefault="00BC5887" w:rsidP="001D5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1A20A2">
              <w:rPr>
                <w:rFonts w:ascii="Corbel" w:hAnsi="Corbel"/>
                <w:sz w:val="24"/>
                <w:szCs w:val="24"/>
              </w:rPr>
              <w:t xml:space="preserve">z harmonogramu studiów </w:t>
            </w:r>
          </w:p>
        </w:tc>
        <w:tc>
          <w:tcPr>
            <w:tcW w:w="4618" w:type="dxa"/>
          </w:tcPr>
          <w:p w14:paraId="0D9A2E02" w14:textId="77777777"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7E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3974E4" w:rsidRPr="009C54AE" w14:paraId="0FF8B78A" w14:textId="77777777" w:rsidTr="003974E4">
        <w:tc>
          <w:tcPr>
            <w:tcW w:w="4902" w:type="dxa"/>
          </w:tcPr>
          <w:p w14:paraId="34557216" w14:textId="77777777" w:rsidR="003974E4" w:rsidRPr="001A20A2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06778E" w14:textId="77777777" w:rsidR="003974E4" w:rsidRPr="001A20A2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C2559F5" w14:textId="46CD7F69" w:rsidR="003974E4" w:rsidRPr="00A707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3974E4" w:rsidRPr="009C54AE" w14:paraId="35B9F201" w14:textId="77777777" w:rsidTr="003974E4">
        <w:tc>
          <w:tcPr>
            <w:tcW w:w="4902" w:type="dxa"/>
          </w:tcPr>
          <w:p w14:paraId="53A5F110" w14:textId="145CBAAD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20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20A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6EE9EA54" w14:textId="0BACA9E1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01DDB0A" w14:textId="14433D7C" w:rsidR="003974E4" w:rsidRPr="001A20A2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ustnego kolokwium.</w:t>
            </w:r>
          </w:p>
        </w:tc>
        <w:tc>
          <w:tcPr>
            <w:tcW w:w="4618" w:type="dxa"/>
          </w:tcPr>
          <w:p w14:paraId="42417383" w14:textId="77777777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63F92E92" w14:textId="77777777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97C89E7" w14:textId="77777777" w:rsidR="003974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468DB83" w14:textId="69C34E37" w:rsidR="003974E4" w:rsidRPr="00A707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3974E4" w:rsidRPr="009C54AE" w14:paraId="48713DA6" w14:textId="77777777" w:rsidTr="003974E4">
        <w:tc>
          <w:tcPr>
            <w:tcW w:w="4902" w:type="dxa"/>
          </w:tcPr>
          <w:p w14:paraId="3985D9CB" w14:textId="77777777" w:rsidR="003974E4" w:rsidRPr="001A20A2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F011AE2" w14:textId="00CEDBB9" w:rsidR="003974E4" w:rsidRPr="00A707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3974E4" w:rsidRPr="009C54AE" w14:paraId="6A30BAA2" w14:textId="77777777" w:rsidTr="003974E4">
        <w:tc>
          <w:tcPr>
            <w:tcW w:w="4902" w:type="dxa"/>
          </w:tcPr>
          <w:p w14:paraId="3B56D236" w14:textId="77777777" w:rsidR="003974E4" w:rsidRPr="009C54AE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0CCB3158" w14:textId="37CEFC0F" w:rsidR="003974E4" w:rsidRPr="00A707E4" w:rsidRDefault="003974E4" w:rsidP="003974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74C57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C981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7A59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5C4A3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FC1C30" w14:textId="77777777" w:rsidTr="0071620A">
        <w:trPr>
          <w:trHeight w:val="397"/>
        </w:trPr>
        <w:tc>
          <w:tcPr>
            <w:tcW w:w="3544" w:type="dxa"/>
          </w:tcPr>
          <w:p w14:paraId="43D29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33D842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19D5282" w14:textId="77777777" w:rsidTr="0071620A">
        <w:trPr>
          <w:trHeight w:val="397"/>
        </w:trPr>
        <w:tc>
          <w:tcPr>
            <w:tcW w:w="3544" w:type="dxa"/>
          </w:tcPr>
          <w:p w14:paraId="65D250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73B2C0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7308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0C08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3ABF72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F705CC2" w14:textId="77777777" w:rsidTr="0071620A">
        <w:trPr>
          <w:trHeight w:val="397"/>
        </w:trPr>
        <w:tc>
          <w:tcPr>
            <w:tcW w:w="7513" w:type="dxa"/>
          </w:tcPr>
          <w:p w14:paraId="77367D1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6901D2" w14:textId="77777777"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7778684" w14:textId="77777777"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14:paraId="1F1535B8" w14:textId="77777777" w:rsidTr="0071620A">
        <w:trPr>
          <w:trHeight w:val="397"/>
        </w:trPr>
        <w:tc>
          <w:tcPr>
            <w:tcW w:w="7513" w:type="dxa"/>
          </w:tcPr>
          <w:p w14:paraId="34A3486F" w14:textId="77777777"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71E8883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14:paraId="696800A6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14:paraId="55EDD245" w14:textId="77777777"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14:paraId="1FA88579" w14:textId="77777777"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14:paraId="0BBAA7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BD0E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EA9D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0C808" w14:textId="77777777" w:rsidR="00757A65" w:rsidRDefault="00757A65" w:rsidP="00C16ABF">
      <w:pPr>
        <w:spacing w:after="0" w:line="240" w:lineRule="auto"/>
      </w:pPr>
      <w:r>
        <w:separator/>
      </w:r>
    </w:p>
  </w:endnote>
  <w:endnote w:type="continuationSeparator" w:id="0">
    <w:p w14:paraId="549D1BB6" w14:textId="77777777" w:rsidR="00757A65" w:rsidRDefault="00757A6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4B184" w14:textId="77777777" w:rsidR="00757A65" w:rsidRDefault="00757A65" w:rsidP="00C16ABF">
      <w:pPr>
        <w:spacing w:after="0" w:line="240" w:lineRule="auto"/>
      </w:pPr>
      <w:r>
        <w:separator/>
      </w:r>
    </w:p>
  </w:footnote>
  <w:footnote w:type="continuationSeparator" w:id="0">
    <w:p w14:paraId="5DC0D58F" w14:textId="77777777" w:rsidR="00757A65" w:rsidRDefault="00757A65" w:rsidP="00C16ABF">
      <w:pPr>
        <w:spacing w:after="0" w:line="240" w:lineRule="auto"/>
      </w:pPr>
      <w:r>
        <w:continuationSeparator/>
      </w:r>
    </w:p>
  </w:footnote>
  <w:footnote w:id="1">
    <w:p w14:paraId="4EF1A29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037E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0A2"/>
    <w:rsid w:val="001A70D2"/>
    <w:rsid w:val="001D55A6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270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51C5"/>
    <w:rsid w:val="003174A9"/>
    <w:rsid w:val="003343CF"/>
    <w:rsid w:val="00346FE9"/>
    <w:rsid w:val="0034759A"/>
    <w:rsid w:val="003503F6"/>
    <w:rsid w:val="003530DD"/>
    <w:rsid w:val="00363F78"/>
    <w:rsid w:val="003974E4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E5F40"/>
    <w:rsid w:val="003F38C0"/>
    <w:rsid w:val="003F4EB7"/>
    <w:rsid w:val="004103A5"/>
    <w:rsid w:val="0041068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44219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D5AED"/>
    <w:rsid w:val="005E6E85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80B7F"/>
    <w:rsid w:val="00696477"/>
    <w:rsid w:val="006A46AA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7A65"/>
    <w:rsid w:val="00763BF1"/>
    <w:rsid w:val="00766FD4"/>
    <w:rsid w:val="0078168C"/>
    <w:rsid w:val="00786978"/>
    <w:rsid w:val="00787C2A"/>
    <w:rsid w:val="00790E27"/>
    <w:rsid w:val="007A4022"/>
    <w:rsid w:val="007A6E6E"/>
    <w:rsid w:val="007B6AF1"/>
    <w:rsid w:val="007C3299"/>
    <w:rsid w:val="007C3BCC"/>
    <w:rsid w:val="007C4546"/>
    <w:rsid w:val="007D6E56"/>
    <w:rsid w:val="007F1652"/>
    <w:rsid w:val="007F4155"/>
    <w:rsid w:val="007F6BF0"/>
    <w:rsid w:val="0081554D"/>
    <w:rsid w:val="0081707E"/>
    <w:rsid w:val="008210E9"/>
    <w:rsid w:val="008449B3"/>
    <w:rsid w:val="0085747A"/>
    <w:rsid w:val="00884922"/>
    <w:rsid w:val="00885F64"/>
    <w:rsid w:val="008917F9"/>
    <w:rsid w:val="008A45F7"/>
    <w:rsid w:val="008A5910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6E29"/>
    <w:rsid w:val="00916188"/>
    <w:rsid w:val="00923D7D"/>
    <w:rsid w:val="009508DF"/>
    <w:rsid w:val="00950DAC"/>
    <w:rsid w:val="00954838"/>
    <w:rsid w:val="00954A07"/>
    <w:rsid w:val="0096631A"/>
    <w:rsid w:val="00997F14"/>
    <w:rsid w:val="009A78D9"/>
    <w:rsid w:val="009C1331"/>
    <w:rsid w:val="009C3E31"/>
    <w:rsid w:val="009C5170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110"/>
    <w:rsid w:val="00A36899"/>
    <w:rsid w:val="00A371F6"/>
    <w:rsid w:val="00A42BAC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EFD"/>
    <w:rsid w:val="00D8678B"/>
    <w:rsid w:val="00DA2114"/>
    <w:rsid w:val="00DA517D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935"/>
    <w:rsid w:val="00E77E88"/>
    <w:rsid w:val="00E8107D"/>
    <w:rsid w:val="00E960BB"/>
    <w:rsid w:val="00EA2074"/>
    <w:rsid w:val="00EA4832"/>
    <w:rsid w:val="00EA4E9D"/>
    <w:rsid w:val="00EC4899"/>
    <w:rsid w:val="00EC7524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BDF1"/>
  <w15:docId w15:val="{97C1285C-33F8-45FC-9261-842872E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1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1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17D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1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17D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BB7E6-26D7-4FCF-9728-2F221DA0E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4</Pages>
  <Words>724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2019-02-06T12:12:00Z</cp:lastPrinted>
  <dcterms:created xsi:type="dcterms:W3CDTF">2022-05-11T15:58:00Z</dcterms:created>
  <dcterms:modified xsi:type="dcterms:W3CDTF">2023-04-20T07:27:00Z</dcterms:modified>
</cp:coreProperties>
</file>